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832"/>
        <w:gridCol w:w="3834"/>
        <w:gridCol w:w="13"/>
      </w:tblGrid>
      <w:tr w:rsidR="003B7DF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2923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2923A5">
            <w:pPr>
              <w:rPr>
                <w:sz w:val="18"/>
                <w:szCs w:val="18"/>
              </w:rPr>
            </w:pP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2923A5" w:rsidP="00984503">
            <w:pPr>
              <w:rPr>
                <w:rFonts w:ascii="Arial" w:hAnsi="Arial" w:cs="Arial"/>
                <w:sz w:val="18"/>
                <w:szCs w:val="18"/>
              </w:rPr>
            </w:pPr>
            <w:r w:rsidRPr="002923A5">
              <w:rPr>
                <w:rFonts w:ascii="Arial" w:hAnsi="Arial" w:cs="Arial"/>
                <w:sz w:val="18"/>
                <w:szCs w:val="18"/>
              </w:rPr>
              <w:t>Patient with bilateral lower limb ulceration, seen by Mr Harrison, unable to assess arterial supply. For bilateral duplex scan please. Please do as Urgent 2 weeks OP ,Many Thanks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61D8E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715" r="10795" b="9525"/>
                      <wp:wrapNone/>
                      <wp:docPr id="90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91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544D43" id="Group 751" o:spid="_x0000_s1026" style="position:absolute;margin-left:137.05pt;margin-top:8.9pt;width:219.4pt;height:403.05pt;z-index:25166694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61D8E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4664075</wp:posOffset>
                      </wp:positionH>
                      <wp:positionV relativeFrom="paragraph">
                        <wp:posOffset>4100195</wp:posOffset>
                      </wp:positionV>
                      <wp:extent cx="306070" cy="152400"/>
                      <wp:effectExtent l="2540" t="6985" r="5715" b="2540"/>
                      <wp:wrapNone/>
                      <wp:docPr id="89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55B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0" o:spid="_x0000_s1026" type="#_x0000_t202" style="position:absolute;left:0;text-align:left;margin-left:367.25pt;margin-top:322.85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z1HowIAAFQ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55B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4326255</wp:posOffset>
                      </wp:positionH>
                      <wp:positionV relativeFrom="paragraph">
                        <wp:posOffset>4193540</wp:posOffset>
                      </wp:positionV>
                      <wp:extent cx="343535" cy="0"/>
                      <wp:effectExtent l="7620" t="5080" r="10795" b="13970"/>
                      <wp:wrapNone/>
                      <wp:docPr id="88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4D76A3" id="Line 81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65pt,330.2pt" to="367.7pt,3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wxFQIAACo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4493895</wp:posOffset>
                      </wp:positionH>
                      <wp:positionV relativeFrom="paragraph">
                        <wp:posOffset>3756025</wp:posOffset>
                      </wp:positionV>
                      <wp:extent cx="409575" cy="191770"/>
                      <wp:effectExtent l="3810" t="5715" r="5715" b="2540"/>
                      <wp:wrapNone/>
                      <wp:docPr id="87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173/29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27" type="#_x0000_t202" style="position:absolute;left:0;text-align:left;margin-left:353.85pt;margin-top:295.75pt;width:32.25pt;height:15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173/29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4098290</wp:posOffset>
                      </wp:positionH>
                      <wp:positionV relativeFrom="paragraph">
                        <wp:posOffset>3942715</wp:posOffset>
                      </wp:positionV>
                      <wp:extent cx="387985" cy="0"/>
                      <wp:effectExtent l="8255" t="11430" r="13335" b="7620"/>
                      <wp:wrapNone/>
                      <wp:docPr id="86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58884D" id="Line 812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.7pt,310.45pt" to="353.25pt,3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zQBFQIAACo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3103880</wp:posOffset>
                      </wp:positionH>
                      <wp:positionV relativeFrom="paragraph">
                        <wp:posOffset>3677920</wp:posOffset>
                      </wp:positionV>
                      <wp:extent cx="409575" cy="160655"/>
                      <wp:effectExtent l="4445" t="3810" r="5080" b="6985"/>
                      <wp:wrapNone/>
                      <wp:docPr id="85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140/ 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28" type="#_x0000_t202" style="position:absolute;left:0;text-align:left;margin-left:244.4pt;margin-top:289.6pt;width:32.25pt;height:12.6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140/ 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3475355</wp:posOffset>
                      </wp:positionH>
                      <wp:positionV relativeFrom="paragraph">
                        <wp:posOffset>3742690</wp:posOffset>
                      </wp:positionV>
                      <wp:extent cx="387985" cy="0"/>
                      <wp:effectExtent l="13970" t="11430" r="7620" b="7620"/>
                      <wp:wrapNone/>
                      <wp:docPr id="84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A11A78" id="Line 81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.65pt,294.7pt" to="304.2pt,2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3580130</wp:posOffset>
                      </wp:positionV>
                      <wp:extent cx="18415" cy="217170"/>
                      <wp:effectExtent l="10160" t="10795" r="9525" b="10160"/>
                      <wp:wrapNone/>
                      <wp:docPr id="83" name="Freeform 8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15" cy="217170"/>
                              </a:xfrm>
                              <a:custGeom>
                                <a:avLst/>
                                <a:gdLst>
                                  <a:gd name="T0" fmla="*/ 28 w 29"/>
                                  <a:gd name="T1" fmla="*/ 7 h 342"/>
                                  <a:gd name="T2" fmla="*/ 19 w 29"/>
                                  <a:gd name="T3" fmla="*/ 87 h 342"/>
                                  <a:gd name="T4" fmla="*/ 12 w 29"/>
                                  <a:gd name="T5" fmla="*/ 163 h 342"/>
                                  <a:gd name="T6" fmla="*/ 3 w 29"/>
                                  <a:gd name="T7" fmla="*/ 208 h 342"/>
                                  <a:gd name="T8" fmla="*/ 3 w 29"/>
                                  <a:gd name="T9" fmla="*/ 310 h 342"/>
                                  <a:gd name="T10" fmla="*/ 19 w 29"/>
                                  <a:gd name="T11" fmla="*/ 336 h 342"/>
                                  <a:gd name="T12" fmla="*/ 22 w 29"/>
                                  <a:gd name="T13" fmla="*/ 272 h 342"/>
                                  <a:gd name="T14" fmla="*/ 28 w 29"/>
                                  <a:gd name="T15" fmla="*/ 45 h 342"/>
                                  <a:gd name="T16" fmla="*/ 28 w 29"/>
                                  <a:gd name="T17" fmla="*/ 7 h 3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9" h="342">
                                    <a:moveTo>
                                      <a:pt x="28" y="7"/>
                                    </a:moveTo>
                                    <a:cubicBezTo>
                                      <a:pt x="27" y="14"/>
                                      <a:pt x="22" y="61"/>
                                      <a:pt x="19" y="87"/>
                                    </a:cubicBezTo>
                                    <a:cubicBezTo>
                                      <a:pt x="16" y="113"/>
                                      <a:pt x="15" y="143"/>
                                      <a:pt x="12" y="163"/>
                                    </a:cubicBezTo>
                                    <a:cubicBezTo>
                                      <a:pt x="9" y="183"/>
                                      <a:pt x="4" y="184"/>
                                      <a:pt x="3" y="208"/>
                                    </a:cubicBezTo>
                                    <a:cubicBezTo>
                                      <a:pt x="2" y="232"/>
                                      <a:pt x="0" y="289"/>
                                      <a:pt x="3" y="310"/>
                                    </a:cubicBezTo>
                                    <a:cubicBezTo>
                                      <a:pt x="6" y="331"/>
                                      <a:pt x="16" y="342"/>
                                      <a:pt x="19" y="336"/>
                                    </a:cubicBezTo>
                                    <a:cubicBezTo>
                                      <a:pt x="22" y="330"/>
                                      <a:pt x="21" y="320"/>
                                      <a:pt x="22" y="272"/>
                                    </a:cubicBezTo>
                                    <a:cubicBezTo>
                                      <a:pt x="23" y="224"/>
                                      <a:pt x="27" y="88"/>
                                      <a:pt x="28" y="45"/>
                                    </a:cubicBezTo>
                                    <a:cubicBezTo>
                                      <a:pt x="29" y="2"/>
                                      <a:pt x="29" y="0"/>
                                      <a:pt x="28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36148" id="Freeform 844" o:spid="_x0000_s1026" style="position:absolute;margin-left:306.35pt;margin-top:281.9pt;width:1.45pt;height:17.1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" path="m28,7v-1,7,-6,54,-9,80c16,113,15,143,12,163,9,183,4,184,3,208,2,232,,289,3,310v3,21,13,32,16,26c22,330,21,320,22,272,23,224,27,88,28,45,29,2,29,,28,7xe" fillcolor="#333">
                      <v:path arrowok="t" o:connecttype="custom" o:connectlocs="17780,4445;12065,55245;7620,103505;1905,132080;1905,196850;12065,213360;13970,172720;17780,28575;17780,4445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3862705</wp:posOffset>
                      </wp:positionH>
                      <wp:positionV relativeFrom="paragraph">
                        <wp:posOffset>3562350</wp:posOffset>
                      </wp:positionV>
                      <wp:extent cx="24130" cy="173990"/>
                      <wp:effectExtent l="10795" t="12065" r="12700" b="13970"/>
                      <wp:wrapNone/>
                      <wp:docPr id="82" name="Freeform 8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130" cy="173990"/>
                              </a:xfrm>
                              <a:custGeom>
                                <a:avLst/>
                                <a:gdLst>
                                  <a:gd name="T0" fmla="*/ 12 w 38"/>
                                  <a:gd name="T1" fmla="*/ 0 h 274"/>
                                  <a:gd name="T2" fmla="*/ 34 w 38"/>
                                  <a:gd name="T3" fmla="*/ 32 h 274"/>
                                  <a:gd name="T4" fmla="*/ 37 w 38"/>
                                  <a:gd name="T5" fmla="*/ 63 h 274"/>
                                  <a:gd name="T6" fmla="*/ 37 w 38"/>
                                  <a:gd name="T7" fmla="*/ 105 h 274"/>
                                  <a:gd name="T8" fmla="*/ 31 w 38"/>
                                  <a:gd name="T9" fmla="*/ 131 h 274"/>
                                  <a:gd name="T10" fmla="*/ 31 w 38"/>
                                  <a:gd name="T11" fmla="*/ 166 h 274"/>
                                  <a:gd name="T12" fmla="*/ 9 w 38"/>
                                  <a:gd name="T13" fmla="*/ 261 h 274"/>
                                  <a:gd name="T14" fmla="*/ 2 w 38"/>
                                  <a:gd name="T15" fmla="*/ 242 h 274"/>
                                  <a:gd name="T16" fmla="*/ 2 w 38"/>
                                  <a:gd name="T17" fmla="*/ 127 h 274"/>
                                  <a:gd name="T18" fmla="*/ 15 w 38"/>
                                  <a:gd name="T19" fmla="*/ 22 h 2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8" h="274">
                                    <a:moveTo>
                                      <a:pt x="12" y="0"/>
                                    </a:moveTo>
                                    <a:cubicBezTo>
                                      <a:pt x="21" y="11"/>
                                      <a:pt x="30" y="22"/>
                                      <a:pt x="34" y="32"/>
                                    </a:cubicBezTo>
                                    <a:cubicBezTo>
                                      <a:pt x="38" y="42"/>
                                      <a:pt x="37" y="51"/>
                                      <a:pt x="37" y="63"/>
                                    </a:cubicBezTo>
                                    <a:cubicBezTo>
                                      <a:pt x="37" y="75"/>
                                      <a:pt x="38" y="94"/>
                                      <a:pt x="37" y="105"/>
                                    </a:cubicBezTo>
                                    <a:cubicBezTo>
                                      <a:pt x="36" y="116"/>
                                      <a:pt x="32" y="121"/>
                                      <a:pt x="31" y="131"/>
                                    </a:cubicBezTo>
                                    <a:cubicBezTo>
                                      <a:pt x="30" y="141"/>
                                      <a:pt x="35" y="144"/>
                                      <a:pt x="31" y="166"/>
                                    </a:cubicBezTo>
                                    <a:cubicBezTo>
                                      <a:pt x="27" y="188"/>
                                      <a:pt x="14" y="248"/>
                                      <a:pt x="9" y="261"/>
                                    </a:cubicBezTo>
                                    <a:cubicBezTo>
                                      <a:pt x="4" y="274"/>
                                      <a:pt x="3" y="264"/>
                                      <a:pt x="2" y="242"/>
                                    </a:cubicBezTo>
                                    <a:cubicBezTo>
                                      <a:pt x="1" y="220"/>
                                      <a:pt x="0" y="164"/>
                                      <a:pt x="2" y="127"/>
                                    </a:cubicBezTo>
                                    <a:cubicBezTo>
                                      <a:pt x="4" y="90"/>
                                      <a:pt x="9" y="56"/>
                                      <a:pt x="15" y="2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F2F49" id="Freeform 843" o:spid="_x0000_s1026" style="position:absolute;margin-left:304.15pt;margin-top:280.5pt;width:1.9pt;height:13.7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" path="m12,v9,11,18,22,22,32c38,42,37,51,37,63v,12,1,31,,42c36,116,32,121,31,131v-1,10,4,13,,35c27,188,14,248,9,261,4,274,3,264,2,242,1,220,,164,2,127,4,90,9,56,15,22e" fillcolor="#333">
                      <v:path arrowok="t" o:connecttype="custom" o:connectlocs="7620,0;21590,20320;23495,40005;23495,66675;19685,83185;19685,105410;5715,165735;1270,153670;1270,80645;9525,1397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4044315</wp:posOffset>
                      </wp:positionH>
                      <wp:positionV relativeFrom="paragraph">
                        <wp:posOffset>3856990</wp:posOffset>
                      </wp:positionV>
                      <wp:extent cx="50800" cy="296545"/>
                      <wp:effectExtent l="11430" t="11430" r="13970" b="6350"/>
                      <wp:wrapNone/>
                      <wp:docPr id="81" name="Freeform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800" cy="296545"/>
                              </a:xfrm>
                              <a:custGeom>
                                <a:avLst/>
                                <a:gdLst>
                                  <a:gd name="T0" fmla="*/ 25 w 80"/>
                                  <a:gd name="T1" fmla="*/ 0 h 467"/>
                                  <a:gd name="T2" fmla="*/ 14 w 80"/>
                                  <a:gd name="T3" fmla="*/ 111 h 467"/>
                                  <a:gd name="T4" fmla="*/ 3 w 80"/>
                                  <a:gd name="T5" fmla="*/ 189 h 467"/>
                                  <a:gd name="T6" fmla="*/ 31 w 80"/>
                                  <a:gd name="T7" fmla="*/ 261 h 467"/>
                                  <a:gd name="T8" fmla="*/ 36 w 80"/>
                                  <a:gd name="T9" fmla="*/ 378 h 467"/>
                                  <a:gd name="T10" fmla="*/ 75 w 80"/>
                                  <a:gd name="T11" fmla="*/ 456 h 467"/>
                                  <a:gd name="T12" fmla="*/ 64 w 80"/>
                                  <a:gd name="T13" fmla="*/ 311 h 467"/>
                                  <a:gd name="T14" fmla="*/ 25 w 80"/>
                                  <a:gd name="T15" fmla="*/ 122 h 4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0" h="467">
                                    <a:moveTo>
                                      <a:pt x="25" y="0"/>
                                    </a:moveTo>
                                    <a:cubicBezTo>
                                      <a:pt x="21" y="40"/>
                                      <a:pt x="18" y="80"/>
                                      <a:pt x="14" y="111"/>
                                    </a:cubicBezTo>
                                    <a:cubicBezTo>
                                      <a:pt x="10" y="142"/>
                                      <a:pt x="0" y="164"/>
                                      <a:pt x="3" y="189"/>
                                    </a:cubicBezTo>
                                    <a:cubicBezTo>
                                      <a:pt x="6" y="214"/>
                                      <a:pt x="26" y="230"/>
                                      <a:pt x="31" y="261"/>
                                    </a:cubicBezTo>
                                    <a:cubicBezTo>
                                      <a:pt x="36" y="292"/>
                                      <a:pt x="29" y="346"/>
                                      <a:pt x="36" y="378"/>
                                    </a:cubicBezTo>
                                    <a:cubicBezTo>
                                      <a:pt x="43" y="410"/>
                                      <a:pt x="70" y="467"/>
                                      <a:pt x="75" y="456"/>
                                    </a:cubicBezTo>
                                    <a:cubicBezTo>
                                      <a:pt x="80" y="445"/>
                                      <a:pt x="72" y="367"/>
                                      <a:pt x="64" y="311"/>
                                    </a:cubicBezTo>
                                    <a:cubicBezTo>
                                      <a:pt x="56" y="255"/>
                                      <a:pt x="40" y="188"/>
                                      <a:pt x="25" y="12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ED9D6" id="Freeform 842" o:spid="_x0000_s1026" style="position:absolute;margin-left:318.45pt;margin-top:303.7pt;width:4pt;height:23.3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,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" path="m25,c21,40,18,80,14,111,10,142,,164,3,189v3,25,23,41,28,72c36,292,29,346,36,378v7,32,34,89,39,78c80,445,72,367,64,311,56,255,40,188,25,122e" fillcolor="#333">
                      <v:path arrowok="t" o:connecttype="custom" o:connectlocs="15875,0;8890,70485;1905,120015;19685,165735;22860,240030;47625,289560;40640,197485;15875,77470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2651125</wp:posOffset>
                      </wp:positionH>
                      <wp:positionV relativeFrom="paragraph">
                        <wp:posOffset>606425</wp:posOffset>
                      </wp:positionV>
                      <wp:extent cx="1129665" cy="22860"/>
                      <wp:effectExtent l="8890" t="8890" r="13970" b="6350"/>
                      <wp:wrapNone/>
                      <wp:docPr id="80" name="Freeform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29665" cy="22860"/>
                              </a:xfrm>
                              <a:custGeom>
                                <a:avLst/>
                                <a:gdLst>
                                  <a:gd name="T0" fmla="*/ 0 w 1779"/>
                                  <a:gd name="T1" fmla="*/ 36 h 36"/>
                                  <a:gd name="T2" fmla="*/ 1499 w 1779"/>
                                  <a:gd name="T3" fmla="*/ 4 h 36"/>
                                  <a:gd name="T4" fmla="*/ 1681 w 1779"/>
                                  <a:gd name="T5" fmla="*/ 10 h 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79" h="36">
                                    <a:moveTo>
                                      <a:pt x="0" y="36"/>
                                    </a:moveTo>
                                    <a:cubicBezTo>
                                      <a:pt x="609" y="22"/>
                                      <a:pt x="1219" y="8"/>
                                      <a:pt x="1499" y="4"/>
                                    </a:cubicBezTo>
                                    <a:cubicBezTo>
                                      <a:pt x="1779" y="0"/>
                                      <a:pt x="1730" y="5"/>
                                      <a:pt x="1681" y="1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FEE9D4" id="Freeform 840" o:spid="_x0000_s1026" style="position:absolute;margin-left:208.75pt;margin-top:47.75pt;width:88.95pt;height:1.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7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" path="m,36c609,22,1219,8,1499,4v280,-4,231,1,182,6e" filled="f">
                      <v:path arrowok="t" o:connecttype="custom" o:connectlocs="0,22860;951865,2540;1067435,635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2660015</wp:posOffset>
                      </wp:positionH>
                      <wp:positionV relativeFrom="paragraph">
                        <wp:posOffset>1023620</wp:posOffset>
                      </wp:positionV>
                      <wp:extent cx="1038225" cy="45085"/>
                      <wp:effectExtent l="8255" t="6985" r="10795" b="5080"/>
                      <wp:wrapNone/>
                      <wp:docPr id="69" name="Freeform 8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38225" cy="45085"/>
                              </a:xfrm>
                              <a:custGeom>
                                <a:avLst/>
                                <a:gdLst>
                                  <a:gd name="T0" fmla="*/ 0 w 1779"/>
                                  <a:gd name="T1" fmla="*/ 36 h 36"/>
                                  <a:gd name="T2" fmla="*/ 1499 w 1779"/>
                                  <a:gd name="T3" fmla="*/ 4 h 36"/>
                                  <a:gd name="T4" fmla="*/ 1681 w 1779"/>
                                  <a:gd name="T5" fmla="*/ 10 h 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79" h="36">
                                    <a:moveTo>
                                      <a:pt x="0" y="36"/>
                                    </a:moveTo>
                                    <a:cubicBezTo>
                                      <a:pt x="609" y="22"/>
                                      <a:pt x="1219" y="8"/>
                                      <a:pt x="1499" y="4"/>
                                    </a:cubicBezTo>
                                    <a:cubicBezTo>
                                      <a:pt x="1779" y="0"/>
                                      <a:pt x="1730" y="5"/>
                                      <a:pt x="1681" y="1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227AF" id="Freeform 841" o:spid="_x0000_s1026" style="position:absolute;margin-left:209.45pt;margin-top:80.6pt;width:81.75pt;height:3.5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7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" path="m,36c609,22,1219,8,1499,4v280,-4,231,1,182,6e" filled="f">
                      <v:path arrowok="t" o:connecttype="custom" o:connectlocs="0,45085;874817,5009;981032,12524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2713990</wp:posOffset>
                      </wp:positionH>
                      <wp:positionV relativeFrom="paragraph">
                        <wp:posOffset>168275</wp:posOffset>
                      </wp:positionV>
                      <wp:extent cx="1129665" cy="22860"/>
                      <wp:effectExtent l="5080" t="8890" r="8255" b="6350"/>
                      <wp:wrapNone/>
                      <wp:docPr id="68" name="Freeform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29665" cy="22860"/>
                              </a:xfrm>
                              <a:custGeom>
                                <a:avLst/>
                                <a:gdLst>
                                  <a:gd name="T0" fmla="*/ 0 w 1779"/>
                                  <a:gd name="T1" fmla="*/ 36 h 36"/>
                                  <a:gd name="T2" fmla="*/ 1499 w 1779"/>
                                  <a:gd name="T3" fmla="*/ 4 h 36"/>
                                  <a:gd name="T4" fmla="*/ 1681 w 1779"/>
                                  <a:gd name="T5" fmla="*/ 10 h 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79" h="36">
                                    <a:moveTo>
                                      <a:pt x="0" y="36"/>
                                    </a:moveTo>
                                    <a:cubicBezTo>
                                      <a:pt x="609" y="22"/>
                                      <a:pt x="1219" y="8"/>
                                      <a:pt x="1499" y="4"/>
                                    </a:cubicBezTo>
                                    <a:cubicBezTo>
                                      <a:pt x="1779" y="0"/>
                                      <a:pt x="1730" y="5"/>
                                      <a:pt x="1681" y="1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2C2E7" id="Freeform 839" o:spid="_x0000_s1026" style="position:absolute;margin-left:213.7pt;margin-top:13.25pt;width:88.95pt;height:1.8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7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" path="m,36c609,22,1219,8,1499,4v280,-4,231,1,182,6e" filled="f">
                      <v:path arrowok="t" o:connecttype="custom" o:connectlocs="0,22860;951865,2540;1067435,635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4294505</wp:posOffset>
                      </wp:positionH>
                      <wp:positionV relativeFrom="paragraph">
                        <wp:posOffset>4359275</wp:posOffset>
                      </wp:positionV>
                      <wp:extent cx="133350" cy="730885"/>
                      <wp:effectExtent l="13970" t="8890" r="5080" b="12700"/>
                      <wp:wrapNone/>
                      <wp:docPr id="67" name="Freeform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730885"/>
                              </a:xfrm>
                              <a:custGeom>
                                <a:avLst/>
                                <a:gdLst>
                                  <a:gd name="T0" fmla="*/ 54 w 210"/>
                                  <a:gd name="T1" fmla="*/ 112 h 1151"/>
                                  <a:gd name="T2" fmla="*/ 1 w 210"/>
                                  <a:gd name="T3" fmla="*/ 112 h 1151"/>
                                  <a:gd name="T4" fmla="*/ 63 w 210"/>
                                  <a:gd name="T5" fmla="*/ 465 h 1151"/>
                                  <a:gd name="T6" fmla="*/ 142 w 210"/>
                                  <a:gd name="T7" fmla="*/ 1057 h 1151"/>
                                  <a:gd name="T8" fmla="*/ 204 w 210"/>
                                  <a:gd name="T9" fmla="*/ 1030 h 1151"/>
                                  <a:gd name="T10" fmla="*/ 178 w 210"/>
                                  <a:gd name="T11" fmla="*/ 783 h 1151"/>
                                  <a:gd name="T12" fmla="*/ 54 w 210"/>
                                  <a:gd name="T13" fmla="*/ 112 h 11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10" h="1151">
                                    <a:moveTo>
                                      <a:pt x="54" y="112"/>
                                    </a:moveTo>
                                    <a:cubicBezTo>
                                      <a:pt x="25" y="0"/>
                                      <a:pt x="0" y="53"/>
                                      <a:pt x="1" y="112"/>
                                    </a:cubicBezTo>
                                    <a:cubicBezTo>
                                      <a:pt x="2" y="171"/>
                                      <a:pt x="40" y="308"/>
                                      <a:pt x="63" y="465"/>
                                    </a:cubicBezTo>
                                    <a:cubicBezTo>
                                      <a:pt x="86" y="622"/>
                                      <a:pt x="119" y="963"/>
                                      <a:pt x="142" y="1057"/>
                                    </a:cubicBezTo>
                                    <a:cubicBezTo>
                                      <a:pt x="165" y="1151"/>
                                      <a:pt x="198" y="1076"/>
                                      <a:pt x="204" y="1030"/>
                                    </a:cubicBezTo>
                                    <a:cubicBezTo>
                                      <a:pt x="210" y="984"/>
                                      <a:pt x="206" y="933"/>
                                      <a:pt x="178" y="783"/>
                                    </a:cubicBezTo>
                                    <a:cubicBezTo>
                                      <a:pt x="150" y="633"/>
                                      <a:pt x="83" y="224"/>
                                      <a:pt x="54" y="1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E1143" id="Freeform 837" o:spid="_x0000_s1026" style="position:absolute;margin-left:338.15pt;margin-top:343.25pt;width:10.5pt;height:57.5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0,1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" path="m54,112c25,,,53,1,112v1,59,39,196,62,353c86,622,119,963,142,1057v23,94,56,19,62,-27c210,984,206,933,178,783,150,633,83,224,54,112xe" fillcolor="#333">
                      <v:path arrowok="t" o:connecttype="custom" o:connectlocs="34290,71120;635,71120;40005,295275;90170,671195;129540,654050;113030,497205;34290,7112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3676015</wp:posOffset>
                      </wp:positionH>
                      <wp:positionV relativeFrom="paragraph">
                        <wp:posOffset>1687830</wp:posOffset>
                      </wp:positionV>
                      <wp:extent cx="231140" cy="1727835"/>
                      <wp:effectExtent l="5080" t="13970" r="11430" b="10795"/>
                      <wp:wrapNone/>
                      <wp:docPr id="66" name="Freeform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140" cy="1727835"/>
                              </a:xfrm>
                              <a:custGeom>
                                <a:avLst/>
                                <a:gdLst>
                                  <a:gd name="T0" fmla="*/ 8 w 364"/>
                                  <a:gd name="T1" fmla="*/ 119 h 2721"/>
                                  <a:gd name="T2" fmla="*/ 44 w 364"/>
                                  <a:gd name="T3" fmla="*/ 207 h 2721"/>
                                  <a:gd name="T4" fmla="*/ 132 w 364"/>
                                  <a:gd name="T5" fmla="*/ 1284 h 2721"/>
                                  <a:gd name="T6" fmla="*/ 334 w 364"/>
                                  <a:gd name="T7" fmla="*/ 2538 h 2721"/>
                                  <a:gd name="T8" fmla="*/ 313 w 364"/>
                                  <a:gd name="T9" fmla="*/ 2382 h 2721"/>
                                  <a:gd name="T10" fmla="*/ 251 w 364"/>
                                  <a:gd name="T11" fmla="*/ 2102 h 2721"/>
                                  <a:gd name="T12" fmla="*/ 173 w 364"/>
                                  <a:gd name="T13" fmla="*/ 1626 h 2721"/>
                                  <a:gd name="T14" fmla="*/ 91 w 364"/>
                                  <a:gd name="T15" fmla="*/ 921 h 2721"/>
                                  <a:gd name="T16" fmla="*/ 8 w 364"/>
                                  <a:gd name="T17" fmla="*/ 119 h 27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64" h="2721">
                                    <a:moveTo>
                                      <a:pt x="8" y="119"/>
                                    </a:moveTo>
                                    <a:cubicBezTo>
                                      <a:pt x="0" y="0"/>
                                      <a:pt x="23" y="13"/>
                                      <a:pt x="44" y="207"/>
                                    </a:cubicBezTo>
                                    <a:cubicBezTo>
                                      <a:pt x="65" y="401"/>
                                      <a:pt x="84" y="896"/>
                                      <a:pt x="132" y="1284"/>
                                    </a:cubicBezTo>
                                    <a:cubicBezTo>
                                      <a:pt x="180" y="1672"/>
                                      <a:pt x="304" y="2355"/>
                                      <a:pt x="334" y="2538"/>
                                    </a:cubicBezTo>
                                    <a:cubicBezTo>
                                      <a:pt x="364" y="2721"/>
                                      <a:pt x="327" y="2455"/>
                                      <a:pt x="313" y="2382"/>
                                    </a:cubicBezTo>
                                    <a:cubicBezTo>
                                      <a:pt x="299" y="2309"/>
                                      <a:pt x="274" y="2228"/>
                                      <a:pt x="251" y="2102"/>
                                    </a:cubicBezTo>
                                    <a:cubicBezTo>
                                      <a:pt x="228" y="1976"/>
                                      <a:pt x="200" y="1823"/>
                                      <a:pt x="173" y="1626"/>
                                    </a:cubicBezTo>
                                    <a:cubicBezTo>
                                      <a:pt x="146" y="1429"/>
                                      <a:pt x="117" y="1171"/>
                                      <a:pt x="91" y="921"/>
                                    </a:cubicBezTo>
                                    <a:cubicBezTo>
                                      <a:pt x="65" y="671"/>
                                      <a:pt x="16" y="238"/>
                                      <a:pt x="8" y="1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1227FA" id="Freeform 836" o:spid="_x0000_s1026" style="position:absolute;margin-left:289.45pt;margin-top:132.9pt;width:18.2pt;height:136.0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4,2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" path="m8,119c,,23,13,44,207v21,194,40,689,88,1077c180,1672,304,2355,334,2538v30,183,-7,-83,-21,-156c299,2309,274,2228,251,2102,228,1976,200,1823,173,1626,146,1429,117,1171,91,921,65,671,16,238,8,119xe" fillcolor="#333">
                      <v:path arrowok="t" o:connecttype="custom" o:connectlocs="5080,75565;27940,131445;83820,815340;212090,1611630;198755,1512570;159385,1334770;109855,1032510;57785,584835;5080,75565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2247265</wp:posOffset>
                      </wp:positionH>
                      <wp:positionV relativeFrom="paragraph">
                        <wp:posOffset>1668145</wp:posOffset>
                      </wp:positionV>
                      <wp:extent cx="416560" cy="1671955"/>
                      <wp:effectExtent l="5080" t="13335" r="6985" b="10160"/>
                      <wp:wrapNone/>
                      <wp:docPr id="65" name="Freeform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6560" cy="1671955"/>
                              </a:xfrm>
                              <a:custGeom>
                                <a:avLst/>
                                <a:gdLst>
                                  <a:gd name="T0" fmla="*/ 643 w 656"/>
                                  <a:gd name="T1" fmla="*/ 72 h 2633"/>
                                  <a:gd name="T2" fmla="*/ 607 w 656"/>
                                  <a:gd name="T3" fmla="*/ 84 h 2633"/>
                                  <a:gd name="T4" fmla="*/ 547 w 656"/>
                                  <a:gd name="T5" fmla="*/ 318 h 2633"/>
                                  <a:gd name="T6" fmla="*/ 373 w 656"/>
                                  <a:gd name="T7" fmla="*/ 1158 h 2633"/>
                                  <a:gd name="T8" fmla="*/ 217 w 656"/>
                                  <a:gd name="T9" fmla="*/ 1722 h 2633"/>
                                  <a:gd name="T10" fmla="*/ 31 w 656"/>
                                  <a:gd name="T11" fmla="*/ 2496 h 2633"/>
                                  <a:gd name="T12" fmla="*/ 31 w 656"/>
                                  <a:gd name="T13" fmla="*/ 2544 h 2633"/>
                                  <a:gd name="T14" fmla="*/ 61 w 656"/>
                                  <a:gd name="T15" fmla="*/ 2394 h 2633"/>
                                  <a:gd name="T16" fmla="*/ 211 w 656"/>
                                  <a:gd name="T17" fmla="*/ 1878 h 2633"/>
                                  <a:gd name="T18" fmla="*/ 529 w 656"/>
                                  <a:gd name="T19" fmla="*/ 516 h 2633"/>
                                  <a:gd name="T20" fmla="*/ 643 w 656"/>
                                  <a:gd name="T21" fmla="*/ 72 h 26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656" h="2633">
                                    <a:moveTo>
                                      <a:pt x="643" y="72"/>
                                    </a:moveTo>
                                    <a:cubicBezTo>
                                      <a:pt x="656" y="0"/>
                                      <a:pt x="623" y="43"/>
                                      <a:pt x="607" y="84"/>
                                    </a:cubicBezTo>
                                    <a:cubicBezTo>
                                      <a:pt x="591" y="125"/>
                                      <a:pt x="586" y="139"/>
                                      <a:pt x="547" y="318"/>
                                    </a:cubicBezTo>
                                    <a:cubicBezTo>
                                      <a:pt x="508" y="497"/>
                                      <a:pt x="428" y="924"/>
                                      <a:pt x="373" y="1158"/>
                                    </a:cubicBezTo>
                                    <a:cubicBezTo>
                                      <a:pt x="318" y="1392"/>
                                      <a:pt x="274" y="1499"/>
                                      <a:pt x="217" y="1722"/>
                                    </a:cubicBezTo>
                                    <a:cubicBezTo>
                                      <a:pt x="160" y="1945"/>
                                      <a:pt x="62" y="2359"/>
                                      <a:pt x="31" y="2496"/>
                                    </a:cubicBezTo>
                                    <a:cubicBezTo>
                                      <a:pt x="0" y="2633"/>
                                      <a:pt x="26" y="2561"/>
                                      <a:pt x="31" y="2544"/>
                                    </a:cubicBezTo>
                                    <a:cubicBezTo>
                                      <a:pt x="36" y="2527"/>
                                      <a:pt x="31" y="2505"/>
                                      <a:pt x="61" y="2394"/>
                                    </a:cubicBezTo>
                                    <a:cubicBezTo>
                                      <a:pt x="91" y="2283"/>
                                      <a:pt x="133" y="2191"/>
                                      <a:pt x="211" y="1878"/>
                                    </a:cubicBezTo>
                                    <a:cubicBezTo>
                                      <a:pt x="289" y="1565"/>
                                      <a:pt x="458" y="822"/>
                                      <a:pt x="529" y="516"/>
                                    </a:cubicBezTo>
                                    <a:cubicBezTo>
                                      <a:pt x="600" y="210"/>
                                      <a:pt x="630" y="144"/>
                                      <a:pt x="643" y="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3D163" id="Freeform 835" o:spid="_x0000_s1026" style="position:absolute;margin-left:176.95pt;margin-top:131.35pt;width:32.8pt;height:131.6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6,2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" path="m643,72c656,,623,43,607,84v-16,41,-21,55,-60,234c508,497,428,924,373,1158v-55,234,-99,341,-156,564c160,1945,62,2359,31,2496v-31,137,-5,65,,48c36,2527,31,2505,61,2394v30,-111,72,-203,150,-516c289,1565,458,822,529,516,600,210,630,144,643,72xe" fillcolor="#333">
                      <v:path arrowok="t" o:connecttype="custom" o:connectlocs="408305,45720;385445,53340;347345,201930;236855,735330;137795,1093470;19685,1584960;19685,1615440;38735,1520190;133985,1192530;335915,327660;408305,45720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3344545</wp:posOffset>
                      </wp:positionV>
                      <wp:extent cx="336550" cy="1699260"/>
                      <wp:effectExtent l="8890" t="13335" r="6985" b="11430"/>
                      <wp:wrapNone/>
                      <wp:docPr id="64" name="Freeform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6550" cy="1699260"/>
                              </a:xfrm>
                              <a:custGeom>
                                <a:avLst/>
                                <a:gdLst>
                                  <a:gd name="T0" fmla="*/ 493 w 530"/>
                                  <a:gd name="T1" fmla="*/ 78 h 2676"/>
                                  <a:gd name="T2" fmla="*/ 463 w 530"/>
                                  <a:gd name="T3" fmla="*/ 0 h 2676"/>
                                  <a:gd name="T4" fmla="*/ 391 w 530"/>
                                  <a:gd name="T5" fmla="*/ 78 h 2676"/>
                                  <a:gd name="T6" fmla="*/ 217 w 530"/>
                                  <a:gd name="T7" fmla="*/ 258 h 2676"/>
                                  <a:gd name="T8" fmla="*/ 103 w 530"/>
                                  <a:gd name="T9" fmla="*/ 672 h 2676"/>
                                  <a:gd name="T10" fmla="*/ 13 w 530"/>
                                  <a:gd name="T11" fmla="*/ 1128 h 2676"/>
                                  <a:gd name="T12" fmla="*/ 25 w 530"/>
                                  <a:gd name="T13" fmla="*/ 2424 h 2676"/>
                                  <a:gd name="T14" fmla="*/ 37 w 530"/>
                                  <a:gd name="T15" fmla="*/ 2640 h 2676"/>
                                  <a:gd name="T16" fmla="*/ 109 w 530"/>
                                  <a:gd name="T17" fmla="*/ 2634 h 2676"/>
                                  <a:gd name="T18" fmla="*/ 97 w 530"/>
                                  <a:gd name="T19" fmla="*/ 2394 h 2676"/>
                                  <a:gd name="T20" fmla="*/ 73 w 530"/>
                                  <a:gd name="T21" fmla="*/ 1428 h 2676"/>
                                  <a:gd name="T22" fmla="*/ 145 w 530"/>
                                  <a:gd name="T23" fmla="*/ 852 h 2676"/>
                                  <a:gd name="T24" fmla="*/ 241 w 530"/>
                                  <a:gd name="T25" fmla="*/ 426 h 2676"/>
                                  <a:gd name="T26" fmla="*/ 493 w 530"/>
                                  <a:gd name="T27" fmla="*/ 78 h 26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30" h="2676">
                                    <a:moveTo>
                                      <a:pt x="493" y="78"/>
                                    </a:moveTo>
                                    <a:cubicBezTo>
                                      <a:pt x="530" y="7"/>
                                      <a:pt x="480" y="0"/>
                                      <a:pt x="463" y="0"/>
                                    </a:cubicBezTo>
                                    <a:cubicBezTo>
                                      <a:pt x="446" y="0"/>
                                      <a:pt x="432" y="35"/>
                                      <a:pt x="391" y="78"/>
                                    </a:cubicBezTo>
                                    <a:cubicBezTo>
                                      <a:pt x="350" y="121"/>
                                      <a:pt x="265" y="159"/>
                                      <a:pt x="217" y="258"/>
                                    </a:cubicBezTo>
                                    <a:cubicBezTo>
                                      <a:pt x="169" y="357"/>
                                      <a:pt x="137" y="527"/>
                                      <a:pt x="103" y="672"/>
                                    </a:cubicBezTo>
                                    <a:cubicBezTo>
                                      <a:pt x="69" y="817"/>
                                      <a:pt x="26" y="836"/>
                                      <a:pt x="13" y="1128"/>
                                    </a:cubicBezTo>
                                    <a:cubicBezTo>
                                      <a:pt x="0" y="1420"/>
                                      <a:pt x="21" y="2172"/>
                                      <a:pt x="25" y="2424"/>
                                    </a:cubicBezTo>
                                    <a:cubicBezTo>
                                      <a:pt x="29" y="2676"/>
                                      <a:pt x="23" y="2605"/>
                                      <a:pt x="37" y="2640"/>
                                    </a:cubicBezTo>
                                    <a:cubicBezTo>
                                      <a:pt x="51" y="2675"/>
                                      <a:pt x="99" y="2675"/>
                                      <a:pt x="109" y="2634"/>
                                    </a:cubicBezTo>
                                    <a:cubicBezTo>
                                      <a:pt x="119" y="2593"/>
                                      <a:pt x="103" y="2595"/>
                                      <a:pt x="97" y="2394"/>
                                    </a:cubicBezTo>
                                    <a:cubicBezTo>
                                      <a:pt x="91" y="2193"/>
                                      <a:pt x="65" y="1685"/>
                                      <a:pt x="73" y="1428"/>
                                    </a:cubicBezTo>
                                    <a:cubicBezTo>
                                      <a:pt x="81" y="1171"/>
                                      <a:pt x="117" y="1019"/>
                                      <a:pt x="145" y="852"/>
                                    </a:cubicBezTo>
                                    <a:cubicBezTo>
                                      <a:pt x="173" y="685"/>
                                      <a:pt x="183" y="552"/>
                                      <a:pt x="241" y="426"/>
                                    </a:cubicBezTo>
                                    <a:cubicBezTo>
                                      <a:pt x="299" y="300"/>
                                      <a:pt x="456" y="149"/>
                                      <a:pt x="493" y="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23CFD" id="Freeform 834" o:spid="_x0000_s1026" style="position:absolute;margin-left:145.75pt;margin-top:263.35pt;width:26.5pt;height:133.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0,2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" path="m493,78c530,7,480,,463,,446,,432,35,391,78,350,121,265,159,217,258,169,357,137,527,103,672,69,817,26,836,13,1128,,1420,21,2172,25,2424v4,252,-2,181,12,216c51,2675,99,2675,109,2634v10,-41,-6,-39,-12,-240c91,2193,65,1685,73,1428v8,-257,44,-409,72,-576c173,685,183,552,241,426,299,300,456,149,493,78xe" fillcolor="#333">
                      <v:path arrowok="t" o:connecttype="custom" o:connectlocs="313055,49530;294005,0;248285,49530;137795,163830;65405,426720;8255,716280;15875,1539240;23495,1676400;69215,1672590;61595,1520190;46355,906780;92075,541020;153035,270510;313055,4953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4705985</wp:posOffset>
                      </wp:positionV>
                      <wp:extent cx="443865" cy="194945"/>
                      <wp:effectExtent l="3175" t="3175" r="635" b="1905"/>
                      <wp:wrapNone/>
                      <wp:docPr id="31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3865" cy="194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 B/T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29" type="#_x0000_t202" style="position:absolute;left:0;text-align:left;margin-left:93.55pt;margin-top:370.55pt;width:34.95pt;height:15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 B/T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412750" cy="163195"/>
                      <wp:effectExtent l="1905" t="8255" r="4445" b="0"/>
                      <wp:wrapNone/>
                      <wp:docPr id="30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 B/T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0" type="#_x0000_t202" style="position:absolute;left:0;text-align:left;margin-left:185.7pt;margin-top:352.2pt;width:32.5pt;height:12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 B/T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10160" r="12700" b="8890"/>
                      <wp:wrapNone/>
                      <wp:docPr id="29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09A4D7" id="Line 809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qCFQ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2065" r="6350" b="6985"/>
                      <wp:wrapNone/>
                      <wp:docPr id="28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DF90AC" id="Line 808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3335" r="7620" b="5715"/>
                      <wp:wrapNone/>
                      <wp:docPr id="27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342DDC" id="Line 807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DV8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oipEi&#10;LWi0FYqjWToNzemMKyBmpXY2lEfP6tVsNf3ukNKrhqgDjyTfLgYSs5CRvEsJG2fgin33RTOIIUev&#10;Y6fOtW0DJPQAnaMgl7sg/OwRhcOnLJ9PQDb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Ea4NXw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3175" r="1270" b="6350"/>
                      <wp:wrapNone/>
                      <wp:docPr id="26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30B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1" type="#_x0000_t202" style="position:absolute;left:0;text-align:left;margin-left:185.35pt;margin-top:271.5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u6l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30B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715" r="1270" b="3810"/>
                      <wp:wrapNone/>
                      <wp:docPr id="25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2" type="#_x0000_t202" style="position:absolute;left:0;text-align:left;margin-left:100.6pt;margin-top:323.5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uxoQ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8255" r="0" b="1270"/>
                      <wp:wrapNone/>
                      <wp:docPr id="24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33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3" type="#_x0000_t202" style="position:absolute;left:0;text-align:left;margin-left:164.45pt;margin-top:159.45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1iSoQ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33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5080" r="3810" b="4445"/>
                      <wp:wrapNone/>
                      <wp:docPr id="23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44 T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4" type="#_x0000_t202" style="position:absolute;left:0;text-align:left;margin-left:158.15pt;margin-top:186.9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O0oAIAAFQ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EtCk7S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44 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5080" r="8255" b="4445"/>
                      <wp:wrapNone/>
                      <wp:docPr id="22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18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5" type="#_x0000_t202" style="position:absolute;left:0;text-align:left;margin-left:154.05pt;margin-top:206.45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6wW/H6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18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2875915</wp:posOffset>
                      </wp:positionV>
                      <wp:extent cx="306070" cy="152400"/>
                      <wp:effectExtent l="635" t="1905" r="7620" b="7620"/>
                      <wp:wrapNone/>
                      <wp:docPr id="21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6" type="#_x0000_t202" style="position:absolute;left:0;text-align:left;margin-left:190.85pt;margin-top:226.4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ukj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ZhhJ0kONXtjo0IMa0bwofI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4445" r="8255" b="5080"/>
                      <wp:wrapNone/>
                      <wp:docPr id="20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28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37" type="#_x0000_t202" style="position:absolute;left:0;text-align:left;margin-left:186.3pt;margin-top:241.6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3284220</wp:posOffset>
                      </wp:positionV>
                      <wp:extent cx="306070" cy="152400"/>
                      <wp:effectExtent l="635" t="635" r="7620" b="8890"/>
                      <wp:wrapNone/>
                      <wp:docPr id="19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25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38" type="#_x0000_t202" style="position:absolute;left:0;text-align:left;margin-left:183.35pt;margin-top:258.6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Qg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25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890" r="3175" b="635"/>
                      <wp:wrapNone/>
                      <wp:docPr id="18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36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39" type="#_x0000_t202" style="position:absolute;left:0;text-align:left;margin-left:306.7pt;margin-top:189.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eUnoA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36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905" r="0" b="7620"/>
                      <wp:wrapNone/>
                      <wp:docPr id="17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37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40" type="#_x0000_t202" style="position:absolute;left:0;text-align:left;margin-left:308.45pt;margin-top:209.9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8UoA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37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2877185</wp:posOffset>
                      </wp:positionV>
                      <wp:extent cx="306070" cy="152400"/>
                      <wp:effectExtent l="6350" t="3175" r="1905" b="6350"/>
                      <wp:wrapNone/>
                      <wp:docPr id="16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29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41" type="#_x0000_t202" style="position:absolute;left:0;text-align:left;margin-left:272.3pt;margin-top:226.5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S21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1270" r="7620" b="8255"/>
                      <wp:wrapNone/>
                      <wp:docPr id="15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42" type="#_x0000_t202" style="position:absolute;left:0;text-align:left;margin-left:276.35pt;margin-top:240.65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FJoQIAAFQ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3244215</wp:posOffset>
                      </wp:positionV>
                      <wp:extent cx="306070" cy="152400"/>
                      <wp:effectExtent l="5715" t="8255" r="2540" b="1270"/>
                      <wp:wrapNone/>
                      <wp:docPr id="14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34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43" type="#_x0000_t202" style="position:absolute;left:0;text-align:left;margin-left:278.25pt;margin-top:255.4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1rnoA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34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985" r="5080" b="2540"/>
                      <wp:wrapNone/>
                      <wp:docPr id="13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29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44" type="#_x0000_t202" style="position:absolute;left:0;text-align:left;margin-left:275.8pt;margin-top:268.8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HBnw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715" r="1270" b="3810"/>
                      <wp:wrapNone/>
                      <wp:docPr id="12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41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5" type="#_x0000_t202" style="position:absolute;left:0;text-align:left;margin-left:171.1pt;margin-top:135.2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wx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K2GDDG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41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2540" r="1270" b="6985"/>
                      <wp:wrapNone/>
                      <wp:docPr id="11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33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6" type="#_x0000_t202" style="position:absolute;left:0;text-align:left;margin-left:302.35pt;margin-top:162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U9oQ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OeV1T2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33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810" r="6350" b="5715"/>
                      <wp:wrapNone/>
                      <wp:docPr id="10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7" type="#_x0000_t202" style="position:absolute;left:0;text-align:left;margin-left:301.2pt;margin-top:138.8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H/BoqW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4445" r="6350" b="5080"/>
                      <wp:wrapNone/>
                      <wp:docPr id="9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37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8" type="#_x0000_t202" style="position:absolute;left:0;text-align:left;margin-left:293.7pt;margin-top:109.65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I+EoQ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BPAI+EoQIAAFI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37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890" r="1270" b="635"/>
                      <wp:wrapNone/>
                      <wp:docPr id="8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2923A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47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9" type="#_x0000_t202" style="position:absolute;left:0;text-align:left;margin-left:180.85pt;margin-top:114.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N7oAIAAFI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2923A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47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76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845A0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966A9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AC38C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65418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0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4A151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U4MVfF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D15F3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29984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04A7B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C03CE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8210F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0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1B1BC9">
        <w:tc>
          <w:tcPr>
            <w:tcW w:w="1976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61D8E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35230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061D8E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AE034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897F5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DB094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AE69F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Calcific                Smooth Surface                Irregular Surface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2923A5" w:rsidRDefault="002923A5" w:rsidP="002923A5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 w:rsidRPr="002923A5">
              <w:rPr>
                <w:rFonts w:ascii="Arial" w:hAnsi="Arial" w:cs="Arial"/>
                <w:sz w:val="18"/>
                <w:szCs w:val="20"/>
              </w:rPr>
              <w:t xml:space="preserve">Sub-optimal scan due to patient unable to transfer to table. </w:t>
            </w:r>
            <w:r>
              <w:rPr>
                <w:rFonts w:ascii="Arial" w:hAnsi="Arial" w:cs="Arial"/>
                <w:sz w:val="18"/>
                <w:szCs w:val="20"/>
              </w:rPr>
              <w:t>Patient scanned seated</w:t>
            </w:r>
            <w:r w:rsidRPr="002923A5">
              <w:rPr>
                <w:rFonts w:ascii="Arial" w:hAnsi="Arial" w:cs="Arial"/>
                <w:sz w:val="18"/>
                <w:szCs w:val="20"/>
              </w:rPr>
              <w:t xml:space="preserve"> in wheelchair.  Diffuse calcification throughout.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2923A5" w:rsidRDefault="002923A5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Not</w:t>
            </w:r>
            <w:r w:rsidRPr="002923A5">
              <w:rPr>
                <w:rFonts w:ascii="Arial" w:hAnsi="Arial" w:cs="Arial"/>
                <w:sz w:val="18"/>
                <w:szCs w:val="20"/>
              </w:rPr>
              <w:t xml:space="preserve"> visualize due to patient unable to transfer from wheelchair onto table.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82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origin.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ATA occluded. PTA and Peroneal arteries patent to ankle.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2923A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ATA occluded distally. Mid-segment Peroneal (75-99%) stenosis. Proximal PTA (75-99%) stenosis.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23A5" w:rsidRPr="002923A5" w:rsidRDefault="002923A5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3A5" w:rsidRDefault="002923A5">
      <w:r>
        <w:separator/>
      </w:r>
    </w:p>
  </w:endnote>
  <w:endnote w:type="continuationSeparator" w:id="0">
    <w:p w:rsidR="002923A5" w:rsidRDefault="0029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3A5" w:rsidRDefault="002923A5">
      <w:r>
        <w:separator/>
      </w:r>
    </w:p>
  </w:footnote>
  <w:footnote w:type="continuationSeparator" w:id="0">
    <w:p w:rsidR="002923A5" w:rsidRDefault="00292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061D8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A5"/>
    <w:rsid w:val="00061D8E"/>
    <w:rsid w:val="00082FF5"/>
    <w:rsid w:val="000A3239"/>
    <w:rsid w:val="000A6466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923A5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C4180"/>
    <w:rsid w:val="006D3249"/>
    <w:rsid w:val="00710672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84DC0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412D6FF"/>
  <w15:chartTrackingRefBased/>
  <w15:docId w15:val="{DB208AD7-ECEF-40BF-9592-ABF04B7B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Extremity%20Arterial\Bilateral%20Arterial%20Study%20Calcified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Arterial Study Calcified NL.dot</Template>
  <TotalTime>32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Cullinan, Justin</dc:creator>
  <cp:keywords/>
  <cp:lastModifiedBy>Yeung, Alwin</cp:lastModifiedBy>
  <cp:revision>2</cp:revision>
  <cp:lastPrinted>2009-09-22T07:24:00Z</cp:lastPrinted>
  <dcterms:created xsi:type="dcterms:W3CDTF">2021-09-21T14:18:00Z</dcterms:created>
  <dcterms:modified xsi:type="dcterms:W3CDTF">2021-10-20T13:40:00Z</dcterms:modified>
  <cp:category>Patient Report</cp:category>
</cp:coreProperties>
</file>